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243F60" w:themeColor="accent1" w:themeShade="7F"/>
  <w:body>
    <w:p w:rsidR="006264ED" w:rsidRPr="00DB4B42" w:rsidRDefault="00B14811" w:rsidP="00B14811">
      <w:pPr>
        <w:jc w:val="center"/>
        <w:rPr>
          <w:rFonts w:ascii="Harlow Solid Italic" w:hAnsi="Harlow Solid Italic"/>
          <w:b/>
          <w:sz w:val="28"/>
          <w:szCs w:val="28"/>
          <w:u w:val="single"/>
        </w:rPr>
      </w:pPr>
      <w:r w:rsidRPr="00DB4B42">
        <w:rPr>
          <w:rFonts w:ascii="Harlow Solid Italic" w:hAnsi="Harlow Solid Italic"/>
          <w:b/>
          <w:sz w:val="28"/>
          <w:szCs w:val="28"/>
          <w:u w:val="single"/>
        </w:rPr>
        <w:t>Circus workshop</w:t>
      </w:r>
    </w:p>
    <w:p w:rsidR="00B14811" w:rsidRPr="00DB4B42" w:rsidRDefault="00B14811" w:rsidP="008D4C54">
      <w:pPr>
        <w:jc w:val="center"/>
        <w:rPr>
          <w:rFonts w:ascii="Harlow Solid Italic" w:hAnsi="Harlow Solid Italic"/>
        </w:rPr>
      </w:pPr>
      <w:r w:rsidRPr="00DB4B42">
        <w:rPr>
          <w:rFonts w:ascii="Harlow Solid Italic" w:hAnsi="Harlow Solid Italic"/>
        </w:rPr>
        <w:t>Last week room 10 went up to t</w:t>
      </w:r>
      <w:r w:rsidR="00A32BA5">
        <w:rPr>
          <w:rFonts w:ascii="Harlow Solid Italic" w:hAnsi="Harlow Solid Italic"/>
        </w:rPr>
        <w:t>he hall jumping with excitement t</w:t>
      </w:r>
      <w:r w:rsidRPr="00DB4B42">
        <w:rPr>
          <w:rFonts w:ascii="Harlow Solid Italic" w:hAnsi="Harlow Solid Italic"/>
        </w:rPr>
        <w:t>o me</w:t>
      </w:r>
      <w:r w:rsidR="006E5F07">
        <w:rPr>
          <w:rFonts w:ascii="Harlow Solid Italic" w:hAnsi="Harlow Solid Italic"/>
        </w:rPr>
        <w:t xml:space="preserve">et up with George and Lil. Lil </w:t>
      </w:r>
      <w:r w:rsidRPr="00DB4B42">
        <w:rPr>
          <w:rFonts w:ascii="Harlow Solid Italic" w:hAnsi="Harlow Solid Italic"/>
        </w:rPr>
        <w:t xml:space="preserve">and George’s </w:t>
      </w:r>
      <w:r w:rsidR="006E5F07">
        <w:rPr>
          <w:rFonts w:ascii="Harlow Solid Italic" w:hAnsi="Harlow Solid Italic"/>
        </w:rPr>
        <w:t xml:space="preserve">job was to work at the circus </w:t>
      </w:r>
      <w:r w:rsidRPr="00DB4B42">
        <w:rPr>
          <w:rFonts w:ascii="Harlow Solid Italic" w:hAnsi="Harlow Solid Italic"/>
        </w:rPr>
        <w:t xml:space="preserve">so they came in to give all the year 6 classes work </w:t>
      </w:r>
      <w:proofErr w:type="gramStart"/>
      <w:r w:rsidRPr="00DB4B42">
        <w:rPr>
          <w:rFonts w:ascii="Harlow Solid Italic" w:hAnsi="Harlow Solid Italic"/>
        </w:rPr>
        <w:t>shop .</w:t>
      </w:r>
      <w:proofErr w:type="gramEnd"/>
      <w:r w:rsidRPr="00DB4B42">
        <w:rPr>
          <w:rFonts w:ascii="Harlow Solid Italic" w:hAnsi="Harlow Solid Italic"/>
        </w:rPr>
        <w:t xml:space="preserve"> Firstly we did some entertaining worm up’</w:t>
      </w:r>
      <w:r w:rsidR="00DB4B42" w:rsidRPr="00DB4B42">
        <w:rPr>
          <w:rFonts w:ascii="Harlow Solid Italic" w:hAnsi="Harlow Solid Italic"/>
        </w:rPr>
        <w:t xml:space="preserve">s these are the things we did: joining our toe’s and </w:t>
      </w:r>
      <w:r w:rsidR="005C6ECF" w:rsidRPr="00DB4B42">
        <w:rPr>
          <w:rFonts w:ascii="Harlow Solid Italic" w:hAnsi="Harlow Solid Italic"/>
        </w:rPr>
        <w:t>arm’s together</w:t>
      </w:r>
      <w:r w:rsidR="00DB4B42" w:rsidRPr="00DB4B42">
        <w:rPr>
          <w:rFonts w:ascii="Harlow Solid Italic" w:hAnsi="Harlow Solid Italic"/>
        </w:rPr>
        <w:t>. Then we did happy cat and angry cat posing. Next we split up into groups one group went with George a</w:t>
      </w:r>
      <w:r w:rsidR="00DB4B42">
        <w:rPr>
          <w:rFonts w:ascii="Harlow Solid Italic" w:hAnsi="Harlow Solid Italic"/>
        </w:rPr>
        <w:t>nd the others went with lil. Fir</w:t>
      </w:r>
      <w:r w:rsidR="006E5F07">
        <w:rPr>
          <w:rFonts w:ascii="Harlow Solid Italic" w:hAnsi="Harlow Solid Italic"/>
        </w:rPr>
        <w:t>st I went with G</w:t>
      </w:r>
      <w:r w:rsidR="00DB4B42" w:rsidRPr="00DB4B42">
        <w:rPr>
          <w:rFonts w:ascii="Harlow Solid Italic" w:hAnsi="Harlow Solid Italic"/>
        </w:rPr>
        <w:t>eor</w:t>
      </w:r>
      <w:r w:rsidR="006E5F07">
        <w:rPr>
          <w:rFonts w:ascii="Harlow Solid Italic" w:hAnsi="Harlow Solid Italic"/>
        </w:rPr>
        <w:t>ge</w:t>
      </w:r>
      <w:r w:rsidR="00DB4B42">
        <w:rPr>
          <w:rFonts w:ascii="Harlow Solid Italic" w:hAnsi="Harlow Solid Italic"/>
        </w:rPr>
        <w:t xml:space="preserve"> with George we did some miming and slap stick. </w:t>
      </w:r>
      <w:r w:rsidR="002B3B12">
        <w:rPr>
          <w:rFonts w:ascii="Harlow Solid Italic" w:hAnsi="Harlow Solid Italic"/>
        </w:rPr>
        <w:t xml:space="preserve">Frist we did miming </w:t>
      </w:r>
      <w:r w:rsidR="00480894">
        <w:rPr>
          <w:rFonts w:ascii="Harlow Solid Italic" w:hAnsi="Harlow Solid Italic"/>
        </w:rPr>
        <w:t xml:space="preserve">we practise pulling a poll out of a chested and looking up as it goes up. And pulling us closer to a piece of glass then we did some slap stick in slap stick you hit someone without actually hitting them. Your partner makes it look like you just got hit. Soon after that we swapped over and my group to Lil. With Lil we did some  acrobalance like the airplane and the bunk bed and leaning back holding a partners hands the last one we did was one person lied on the ground with their feet in the air and </w:t>
      </w:r>
      <w:r w:rsidR="00A32BA5">
        <w:rPr>
          <w:rFonts w:ascii="Harlow Solid Italic" w:hAnsi="Harlow Solid Italic"/>
        </w:rPr>
        <w:t>their</w:t>
      </w:r>
      <w:r w:rsidR="00480894">
        <w:rPr>
          <w:rFonts w:ascii="Harlow Solid Italic" w:hAnsi="Harlow Solid Italic"/>
        </w:rPr>
        <w:t xml:space="preserve"> hands up too. The </w:t>
      </w:r>
      <w:r w:rsidR="005C6ECF">
        <w:rPr>
          <w:rFonts w:ascii="Harlow Solid Italic" w:hAnsi="Harlow Solid Italic"/>
        </w:rPr>
        <w:t>partnered</w:t>
      </w:r>
      <w:r w:rsidR="00480894">
        <w:rPr>
          <w:rFonts w:ascii="Harlow Solid Italic" w:hAnsi="Harlow Solid Italic"/>
        </w:rPr>
        <w:t xml:space="preserve"> sat on </w:t>
      </w:r>
      <w:r w:rsidR="005C6ECF">
        <w:rPr>
          <w:rFonts w:ascii="Harlow Solid Italic" w:hAnsi="Harlow Solid Italic"/>
        </w:rPr>
        <w:t>their</w:t>
      </w:r>
      <w:r w:rsidR="00480894">
        <w:rPr>
          <w:rFonts w:ascii="Harlow Solid Italic" w:hAnsi="Harlow Solid Italic"/>
        </w:rPr>
        <w:t xml:space="preserve"> feet and hands </w:t>
      </w:r>
      <w:r w:rsidR="00A32BA5">
        <w:rPr>
          <w:rFonts w:ascii="Harlow Solid Italic" w:hAnsi="Harlow Solid Italic"/>
        </w:rPr>
        <w:t xml:space="preserve">and as you are sitting there will be two people standing beside you to help you keep your balance in case you fall or tip. Then circus work shop was over I had lots of fun but I got a bit nervous doing acrobalance. Later on in the day George and Lil were doing a show for all the meadow bank school kids.as </w:t>
      </w:r>
      <w:r w:rsidR="008D4C54">
        <w:rPr>
          <w:rFonts w:ascii="Harlow Solid Italic" w:hAnsi="Harlow Solid Italic"/>
        </w:rPr>
        <w:t>George entered the stage there was a roar applause first George did some miming and dancing with his cane then they did some circus tricks together soon after Li</w:t>
      </w:r>
      <w:r w:rsidR="006E5F07">
        <w:rPr>
          <w:rFonts w:ascii="Harlow Solid Italic" w:hAnsi="Harlow Solid Italic"/>
        </w:rPr>
        <w:t>l did some twisting on the areal. Then the show was over and every one left the hall. That</w:t>
      </w:r>
      <w:r w:rsidR="00A32BA5">
        <w:rPr>
          <w:rFonts w:ascii="Harlow Solid Italic" w:hAnsi="Harlow Solid Italic"/>
        </w:rPr>
        <w:t xml:space="preserve"> </w:t>
      </w:r>
      <w:r w:rsidR="006E5F07">
        <w:rPr>
          <w:rFonts w:ascii="Harlow Solid Italic" w:hAnsi="Harlow Solid Italic"/>
        </w:rPr>
        <w:t>was the end of circus work shop!</w:t>
      </w:r>
      <w:bookmarkStart w:id="0" w:name="_GoBack"/>
      <w:bookmarkEnd w:id="0"/>
      <w:r w:rsidR="00A32BA5">
        <w:rPr>
          <w:rFonts w:ascii="Harlow Solid Italic" w:hAnsi="Harlow Solid Italic"/>
        </w:rPr>
        <w:t xml:space="preserve"> </w:t>
      </w:r>
      <w:r w:rsidR="00480894">
        <w:rPr>
          <w:rFonts w:ascii="Harlow Solid Italic" w:hAnsi="Harlow Solid Italic"/>
        </w:rPr>
        <w:t xml:space="preserve">    </w:t>
      </w:r>
    </w:p>
    <w:sectPr w:rsidR="00B14811" w:rsidRPr="00DB4B42" w:rsidSect="00B14811">
      <w:pgSz w:w="8391" w:h="11907" w:code="1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811"/>
    <w:rsid w:val="002B3B12"/>
    <w:rsid w:val="00480894"/>
    <w:rsid w:val="005C6ECF"/>
    <w:rsid w:val="006264ED"/>
    <w:rsid w:val="006E5F07"/>
    <w:rsid w:val="008D4C54"/>
    <w:rsid w:val="00A32BA5"/>
    <w:rsid w:val="00B14811"/>
    <w:rsid w:val="00C04A55"/>
    <w:rsid w:val="00DB4B4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6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17F5B-349C-4B39-919F-1718602D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7050FF7A</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2012-06-06T01:35:00Z</dcterms:created>
  <dcterms:modified xsi:type="dcterms:W3CDTF">2012-06-06T01:35:00Z</dcterms:modified>
</cp:coreProperties>
</file>